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56A" w:rsidRDefault="0017256A" w:rsidP="007F16FA">
      <w:pPr>
        <w:jc w:val="left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 w:rsidRPr="00B53465">
        <w:rPr>
          <w:rFonts w:ascii="仿宋" w:eastAsia="仿宋" w:hAnsi="仿宋" w:hint="eastAsia"/>
          <w:sz w:val="32"/>
          <w:szCs w:val="32"/>
        </w:rPr>
        <w:t>附件</w:t>
      </w:r>
      <w:r w:rsidRPr="00B53465">
        <w:rPr>
          <w:rFonts w:ascii="仿宋" w:eastAsia="仿宋" w:hAnsi="仿宋"/>
          <w:sz w:val="32"/>
          <w:szCs w:val="32"/>
        </w:rPr>
        <w:t>3</w:t>
      </w:r>
    </w:p>
    <w:p w:rsidR="0017256A" w:rsidRPr="00B53465" w:rsidRDefault="0017256A" w:rsidP="001D3D82">
      <w:pPr>
        <w:spacing w:line="240" w:lineRule="exact"/>
        <w:jc w:val="left"/>
        <w:rPr>
          <w:rFonts w:ascii="仿宋" w:eastAsia="仿宋" w:hAnsi="仿宋"/>
          <w:sz w:val="32"/>
          <w:szCs w:val="32"/>
        </w:rPr>
      </w:pPr>
    </w:p>
    <w:p w:rsidR="0017256A" w:rsidRDefault="0017256A" w:rsidP="00881FBD">
      <w:pPr>
        <w:jc w:val="center"/>
        <w:rPr>
          <w:rFonts w:ascii="方正小标宋简体" w:eastAsia="方正小标宋简体" w:hAnsi="华文中宋"/>
          <w:sz w:val="36"/>
          <w:szCs w:val="36"/>
        </w:rPr>
      </w:pPr>
      <w:r w:rsidRPr="00B53465">
        <w:rPr>
          <w:rFonts w:ascii="方正小标宋简体" w:eastAsia="方正小标宋简体" w:hAnsi="华文中宋" w:hint="eastAsia"/>
          <w:sz w:val="36"/>
          <w:szCs w:val="36"/>
        </w:rPr>
        <w:t>河南省专业技术人员继续教育证书</w:t>
      </w:r>
    </w:p>
    <w:p w:rsidR="0017256A" w:rsidRPr="00B53465" w:rsidRDefault="0017256A" w:rsidP="00881FBD">
      <w:pPr>
        <w:jc w:val="center"/>
        <w:rPr>
          <w:rFonts w:ascii="方正小标宋简体" w:eastAsia="方正小标宋简体" w:hAnsi="华文中宋"/>
          <w:sz w:val="36"/>
          <w:szCs w:val="36"/>
        </w:rPr>
      </w:pPr>
      <w:r w:rsidRPr="00B53465">
        <w:rPr>
          <w:rFonts w:ascii="方正小标宋简体" w:eastAsia="方正小标宋简体" w:hAnsi="华文中宋" w:hint="eastAsia"/>
          <w:sz w:val="36"/>
          <w:szCs w:val="36"/>
        </w:rPr>
        <w:t>管理员信息备案表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3"/>
        <w:gridCol w:w="708"/>
        <w:gridCol w:w="2555"/>
        <w:gridCol w:w="422"/>
        <w:gridCol w:w="1167"/>
        <w:gridCol w:w="392"/>
        <w:gridCol w:w="2127"/>
      </w:tblGrid>
      <w:tr w:rsidR="0017256A" w:rsidRPr="00FA329C" w:rsidTr="00DF1EAF">
        <w:tc>
          <w:tcPr>
            <w:tcW w:w="1843" w:type="dxa"/>
            <w:vAlign w:val="center"/>
          </w:tcPr>
          <w:p w:rsidR="0017256A" w:rsidRPr="00FA329C" w:rsidRDefault="0017256A" w:rsidP="000B7698">
            <w:pPr>
              <w:jc w:val="center"/>
              <w:rPr>
                <w:rFonts w:ascii="宋体"/>
                <w:sz w:val="28"/>
                <w:szCs w:val="28"/>
              </w:rPr>
            </w:pPr>
            <w:r w:rsidRPr="00FA329C">
              <w:rPr>
                <w:rFonts w:ascii="宋体" w:hAnsi="宋体" w:hint="eastAsia"/>
                <w:sz w:val="28"/>
                <w:szCs w:val="28"/>
              </w:rPr>
              <w:t>单位名称</w:t>
            </w:r>
          </w:p>
        </w:tc>
        <w:tc>
          <w:tcPr>
            <w:tcW w:w="3263" w:type="dxa"/>
            <w:gridSpan w:val="2"/>
            <w:vAlign w:val="center"/>
          </w:tcPr>
          <w:p w:rsidR="0017256A" w:rsidRPr="00D7709C" w:rsidRDefault="0017256A" w:rsidP="00DF1EAF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89" w:type="dxa"/>
            <w:gridSpan w:val="2"/>
            <w:vAlign w:val="center"/>
          </w:tcPr>
          <w:p w:rsidR="0017256A" w:rsidRPr="00FA329C" w:rsidRDefault="0017256A" w:rsidP="000B7698">
            <w:pPr>
              <w:jc w:val="center"/>
              <w:rPr>
                <w:rFonts w:ascii="宋体"/>
                <w:sz w:val="28"/>
                <w:szCs w:val="28"/>
              </w:rPr>
            </w:pPr>
            <w:r w:rsidRPr="00FA329C">
              <w:rPr>
                <w:rFonts w:ascii="宋体" w:hAnsi="宋体" w:hint="eastAsia"/>
                <w:sz w:val="28"/>
                <w:szCs w:val="28"/>
              </w:rPr>
              <w:t>行业类别</w:t>
            </w:r>
          </w:p>
        </w:tc>
        <w:tc>
          <w:tcPr>
            <w:tcW w:w="2519" w:type="dxa"/>
            <w:gridSpan w:val="2"/>
          </w:tcPr>
          <w:p w:rsidR="0017256A" w:rsidRPr="00FA329C" w:rsidRDefault="0017256A" w:rsidP="00255CE6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17256A" w:rsidRPr="00FA329C" w:rsidTr="000B7698">
        <w:tc>
          <w:tcPr>
            <w:tcW w:w="2551" w:type="dxa"/>
            <w:gridSpan w:val="2"/>
            <w:vAlign w:val="center"/>
          </w:tcPr>
          <w:p w:rsidR="0017256A" w:rsidRPr="00FA329C" w:rsidRDefault="0017256A" w:rsidP="000B7698">
            <w:pPr>
              <w:jc w:val="center"/>
              <w:rPr>
                <w:rFonts w:ascii="宋体"/>
                <w:sz w:val="28"/>
                <w:szCs w:val="28"/>
              </w:rPr>
            </w:pPr>
            <w:r w:rsidRPr="00FA329C">
              <w:rPr>
                <w:rFonts w:ascii="宋体" w:hAnsi="宋体" w:hint="eastAsia"/>
                <w:sz w:val="28"/>
                <w:szCs w:val="28"/>
              </w:rPr>
              <w:t>单位组织机构代码</w:t>
            </w:r>
          </w:p>
        </w:tc>
        <w:tc>
          <w:tcPr>
            <w:tcW w:w="6663" w:type="dxa"/>
            <w:gridSpan w:val="5"/>
            <w:vAlign w:val="center"/>
          </w:tcPr>
          <w:p w:rsidR="0017256A" w:rsidRPr="00FA329C" w:rsidRDefault="0017256A" w:rsidP="000B7698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17256A" w:rsidRPr="00FA329C" w:rsidTr="000B7698">
        <w:tc>
          <w:tcPr>
            <w:tcW w:w="1843" w:type="dxa"/>
            <w:vAlign w:val="center"/>
          </w:tcPr>
          <w:p w:rsidR="0017256A" w:rsidRPr="00FA329C" w:rsidRDefault="0017256A" w:rsidP="000B7698">
            <w:pPr>
              <w:jc w:val="center"/>
              <w:rPr>
                <w:rFonts w:ascii="宋体"/>
                <w:sz w:val="28"/>
                <w:szCs w:val="28"/>
              </w:rPr>
            </w:pPr>
            <w:r w:rsidRPr="00FA329C">
              <w:rPr>
                <w:rFonts w:ascii="宋体" w:hAnsi="宋体" w:hint="eastAsia"/>
                <w:sz w:val="28"/>
                <w:szCs w:val="28"/>
              </w:rPr>
              <w:t>管理员姓名</w:t>
            </w:r>
          </w:p>
        </w:tc>
        <w:tc>
          <w:tcPr>
            <w:tcW w:w="3685" w:type="dxa"/>
            <w:gridSpan w:val="3"/>
          </w:tcPr>
          <w:p w:rsidR="0017256A" w:rsidRPr="00FA329C" w:rsidRDefault="0017256A" w:rsidP="00255CE6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7256A" w:rsidRPr="00FA329C" w:rsidRDefault="0017256A" w:rsidP="000B7698">
            <w:pPr>
              <w:jc w:val="center"/>
              <w:rPr>
                <w:rFonts w:ascii="宋体"/>
                <w:sz w:val="28"/>
                <w:szCs w:val="28"/>
              </w:rPr>
            </w:pPr>
            <w:r w:rsidRPr="00FA329C">
              <w:rPr>
                <w:rFonts w:ascii="宋体" w:hAnsi="宋体" w:hint="eastAsia"/>
                <w:sz w:val="28"/>
                <w:szCs w:val="28"/>
              </w:rPr>
              <w:t>性别</w:t>
            </w:r>
          </w:p>
        </w:tc>
        <w:tc>
          <w:tcPr>
            <w:tcW w:w="2127" w:type="dxa"/>
          </w:tcPr>
          <w:p w:rsidR="0017256A" w:rsidRPr="00FA329C" w:rsidRDefault="0017256A" w:rsidP="00255CE6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17256A" w:rsidRPr="00FA329C" w:rsidTr="000B7698">
        <w:tc>
          <w:tcPr>
            <w:tcW w:w="1843" w:type="dxa"/>
            <w:vAlign w:val="center"/>
          </w:tcPr>
          <w:p w:rsidR="0017256A" w:rsidRPr="00FA329C" w:rsidRDefault="0017256A" w:rsidP="000B7698">
            <w:pPr>
              <w:jc w:val="center"/>
              <w:rPr>
                <w:rFonts w:ascii="宋体"/>
                <w:sz w:val="28"/>
                <w:szCs w:val="28"/>
              </w:rPr>
            </w:pPr>
            <w:r w:rsidRPr="00FA329C">
              <w:rPr>
                <w:rFonts w:ascii="宋体" w:hAnsi="宋体" w:hint="eastAsia"/>
                <w:sz w:val="28"/>
                <w:szCs w:val="28"/>
              </w:rPr>
              <w:t>工作部门</w:t>
            </w:r>
          </w:p>
        </w:tc>
        <w:tc>
          <w:tcPr>
            <w:tcW w:w="3685" w:type="dxa"/>
            <w:gridSpan w:val="3"/>
          </w:tcPr>
          <w:p w:rsidR="0017256A" w:rsidRPr="00FA329C" w:rsidRDefault="0017256A" w:rsidP="00255CE6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7256A" w:rsidRPr="00FA329C" w:rsidRDefault="0017256A" w:rsidP="000B7698">
            <w:pPr>
              <w:jc w:val="center"/>
              <w:rPr>
                <w:rFonts w:ascii="宋体"/>
                <w:sz w:val="28"/>
                <w:szCs w:val="28"/>
              </w:rPr>
            </w:pPr>
            <w:r w:rsidRPr="00FA329C">
              <w:rPr>
                <w:rFonts w:ascii="宋体" w:hAnsi="宋体" w:hint="eastAsia"/>
                <w:sz w:val="28"/>
                <w:szCs w:val="28"/>
              </w:rPr>
              <w:t>职务</w:t>
            </w:r>
          </w:p>
        </w:tc>
        <w:tc>
          <w:tcPr>
            <w:tcW w:w="2127" w:type="dxa"/>
          </w:tcPr>
          <w:p w:rsidR="0017256A" w:rsidRPr="00FA329C" w:rsidRDefault="0017256A" w:rsidP="00255CE6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17256A" w:rsidRPr="00FA329C" w:rsidTr="000B7698">
        <w:tc>
          <w:tcPr>
            <w:tcW w:w="1843" w:type="dxa"/>
            <w:vAlign w:val="center"/>
          </w:tcPr>
          <w:p w:rsidR="0017256A" w:rsidRPr="00FA329C" w:rsidRDefault="0017256A" w:rsidP="000B7698">
            <w:pPr>
              <w:jc w:val="center"/>
              <w:rPr>
                <w:rFonts w:ascii="宋体"/>
                <w:sz w:val="28"/>
                <w:szCs w:val="28"/>
              </w:rPr>
            </w:pPr>
            <w:r w:rsidRPr="00FA329C"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3685" w:type="dxa"/>
            <w:gridSpan w:val="3"/>
          </w:tcPr>
          <w:p w:rsidR="0017256A" w:rsidRPr="00FA329C" w:rsidRDefault="0017256A" w:rsidP="00255CE6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7256A" w:rsidRPr="00FA329C" w:rsidRDefault="0017256A" w:rsidP="000B7698">
            <w:pPr>
              <w:jc w:val="center"/>
              <w:rPr>
                <w:rFonts w:ascii="宋体"/>
                <w:sz w:val="28"/>
                <w:szCs w:val="28"/>
              </w:rPr>
            </w:pPr>
            <w:r w:rsidRPr="00FA329C">
              <w:rPr>
                <w:rFonts w:ascii="宋体" w:hAnsi="宋体" w:hint="eastAsia"/>
                <w:sz w:val="28"/>
                <w:szCs w:val="28"/>
              </w:rPr>
              <w:t>传真</w:t>
            </w:r>
          </w:p>
        </w:tc>
        <w:tc>
          <w:tcPr>
            <w:tcW w:w="2127" w:type="dxa"/>
          </w:tcPr>
          <w:p w:rsidR="0017256A" w:rsidRPr="00FA329C" w:rsidRDefault="0017256A" w:rsidP="00255CE6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17256A" w:rsidRPr="00FA329C" w:rsidTr="000B7698">
        <w:tc>
          <w:tcPr>
            <w:tcW w:w="1843" w:type="dxa"/>
            <w:vAlign w:val="center"/>
          </w:tcPr>
          <w:p w:rsidR="0017256A" w:rsidRPr="00FA329C" w:rsidRDefault="0017256A" w:rsidP="000B7698">
            <w:pPr>
              <w:jc w:val="center"/>
              <w:rPr>
                <w:rFonts w:ascii="宋体"/>
                <w:sz w:val="28"/>
                <w:szCs w:val="28"/>
              </w:rPr>
            </w:pPr>
            <w:r w:rsidRPr="00FA329C">
              <w:rPr>
                <w:rFonts w:ascii="宋体" w:hAnsi="宋体" w:hint="eastAsia"/>
                <w:sz w:val="28"/>
                <w:szCs w:val="28"/>
              </w:rPr>
              <w:t>电子信箱</w:t>
            </w:r>
          </w:p>
        </w:tc>
        <w:tc>
          <w:tcPr>
            <w:tcW w:w="3685" w:type="dxa"/>
            <w:gridSpan w:val="3"/>
          </w:tcPr>
          <w:p w:rsidR="0017256A" w:rsidRPr="00FA329C" w:rsidRDefault="0017256A" w:rsidP="00255CE6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7256A" w:rsidRPr="00FA329C" w:rsidRDefault="0017256A" w:rsidP="000B7698">
            <w:pPr>
              <w:jc w:val="center"/>
              <w:rPr>
                <w:rFonts w:ascii="宋体"/>
                <w:sz w:val="28"/>
                <w:szCs w:val="28"/>
              </w:rPr>
            </w:pPr>
            <w:r w:rsidRPr="00FA329C">
              <w:rPr>
                <w:rFonts w:ascii="宋体" w:hAnsi="宋体" w:hint="eastAsia"/>
                <w:sz w:val="28"/>
                <w:szCs w:val="28"/>
              </w:rPr>
              <w:t>邮编</w:t>
            </w:r>
          </w:p>
        </w:tc>
        <w:tc>
          <w:tcPr>
            <w:tcW w:w="2127" w:type="dxa"/>
          </w:tcPr>
          <w:p w:rsidR="0017256A" w:rsidRPr="00FA329C" w:rsidRDefault="0017256A" w:rsidP="00255CE6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17256A" w:rsidRPr="00FA329C" w:rsidTr="000B7698">
        <w:tc>
          <w:tcPr>
            <w:tcW w:w="1843" w:type="dxa"/>
            <w:vAlign w:val="center"/>
          </w:tcPr>
          <w:p w:rsidR="0017256A" w:rsidRPr="00FA329C" w:rsidRDefault="0017256A" w:rsidP="000B7698">
            <w:pPr>
              <w:jc w:val="center"/>
              <w:rPr>
                <w:rFonts w:ascii="宋体"/>
                <w:sz w:val="28"/>
                <w:szCs w:val="28"/>
              </w:rPr>
            </w:pPr>
            <w:r w:rsidRPr="00FA329C">
              <w:rPr>
                <w:rFonts w:ascii="宋体" w:hAnsi="宋体" w:hint="eastAsia"/>
                <w:sz w:val="28"/>
                <w:szCs w:val="28"/>
              </w:rPr>
              <w:t>邮寄地址</w:t>
            </w:r>
          </w:p>
        </w:tc>
        <w:tc>
          <w:tcPr>
            <w:tcW w:w="7371" w:type="dxa"/>
            <w:gridSpan w:val="6"/>
          </w:tcPr>
          <w:p w:rsidR="0017256A" w:rsidRPr="00FA329C" w:rsidRDefault="0017256A" w:rsidP="00255CE6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17256A" w:rsidRPr="00FA329C" w:rsidTr="000B7698">
        <w:trPr>
          <w:trHeight w:val="1181"/>
        </w:trPr>
        <w:tc>
          <w:tcPr>
            <w:tcW w:w="1843" w:type="dxa"/>
            <w:vAlign w:val="center"/>
          </w:tcPr>
          <w:p w:rsidR="0017256A" w:rsidRPr="00FA329C" w:rsidRDefault="0017256A" w:rsidP="000B7698">
            <w:pPr>
              <w:jc w:val="center"/>
              <w:rPr>
                <w:rFonts w:ascii="宋体"/>
                <w:sz w:val="28"/>
                <w:szCs w:val="28"/>
              </w:rPr>
            </w:pPr>
            <w:r w:rsidRPr="00FA329C">
              <w:rPr>
                <w:rFonts w:ascii="宋体" w:hAnsi="宋体" w:hint="eastAsia"/>
                <w:sz w:val="28"/>
                <w:szCs w:val="28"/>
              </w:rPr>
              <w:t>管理员职责</w:t>
            </w:r>
          </w:p>
        </w:tc>
        <w:tc>
          <w:tcPr>
            <w:tcW w:w="7371" w:type="dxa"/>
            <w:gridSpan w:val="6"/>
            <w:vAlign w:val="center"/>
          </w:tcPr>
          <w:p w:rsidR="0017256A" w:rsidRPr="00FA329C" w:rsidRDefault="0017256A" w:rsidP="000B7698">
            <w:pPr>
              <w:spacing w:line="3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A329C">
              <w:rPr>
                <w:rFonts w:ascii="仿宋" w:eastAsia="仿宋" w:hAnsi="仿宋"/>
                <w:sz w:val="24"/>
                <w:szCs w:val="24"/>
              </w:rPr>
              <w:t>1.</w:t>
            </w:r>
            <w:r w:rsidRPr="00FA329C">
              <w:rPr>
                <w:rFonts w:ascii="仿宋" w:eastAsia="仿宋" w:hAnsi="仿宋" w:hint="eastAsia"/>
                <w:sz w:val="24"/>
                <w:szCs w:val="24"/>
              </w:rPr>
              <w:t>指导所属单位管理员及专业技术人员进行注册登记。</w:t>
            </w:r>
          </w:p>
          <w:p w:rsidR="0017256A" w:rsidRPr="00FA329C" w:rsidRDefault="0017256A" w:rsidP="000B7698">
            <w:pPr>
              <w:spacing w:line="3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A329C">
              <w:rPr>
                <w:rFonts w:ascii="仿宋" w:eastAsia="仿宋" w:hAnsi="仿宋"/>
                <w:sz w:val="24"/>
                <w:szCs w:val="24"/>
              </w:rPr>
              <w:t>2.</w:t>
            </w:r>
            <w:r w:rsidRPr="00FA329C">
              <w:rPr>
                <w:rFonts w:ascii="仿宋" w:eastAsia="仿宋" w:hAnsi="仿宋" w:hint="eastAsia"/>
                <w:sz w:val="24"/>
                <w:szCs w:val="24"/>
              </w:rPr>
              <w:t>审核本单位专业技术人员继续教育学时。</w:t>
            </w:r>
          </w:p>
          <w:p w:rsidR="0017256A" w:rsidRPr="00FA329C" w:rsidRDefault="0017256A" w:rsidP="000B7698">
            <w:pPr>
              <w:spacing w:line="3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A329C">
              <w:rPr>
                <w:rFonts w:ascii="仿宋" w:eastAsia="仿宋" w:hAnsi="仿宋"/>
                <w:sz w:val="24"/>
                <w:szCs w:val="24"/>
              </w:rPr>
              <w:t>3.</w:t>
            </w:r>
            <w:r w:rsidRPr="00FA329C">
              <w:rPr>
                <w:rFonts w:ascii="仿宋" w:eastAsia="仿宋" w:hAnsi="仿宋" w:hint="eastAsia"/>
                <w:sz w:val="24"/>
                <w:szCs w:val="24"/>
              </w:rPr>
              <w:t>制定并报备本单位年度专业技术人员培训计划。</w:t>
            </w:r>
          </w:p>
          <w:p w:rsidR="0017256A" w:rsidRPr="00FA329C" w:rsidRDefault="0017256A" w:rsidP="000B7698">
            <w:pPr>
              <w:spacing w:line="360" w:lineRule="exact"/>
              <w:jc w:val="left"/>
              <w:rPr>
                <w:rFonts w:ascii="宋体"/>
                <w:sz w:val="24"/>
                <w:szCs w:val="24"/>
              </w:rPr>
            </w:pPr>
            <w:r w:rsidRPr="00FA329C">
              <w:rPr>
                <w:rFonts w:ascii="仿宋" w:eastAsia="仿宋" w:hAnsi="仿宋"/>
                <w:sz w:val="24"/>
                <w:szCs w:val="24"/>
              </w:rPr>
              <w:t>4.</w:t>
            </w:r>
            <w:r w:rsidRPr="00FA329C">
              <w:rPr>
                <w:rFonts w:ascii="仿宋" w:eastAsia="仿宋" w:hAnsi="仿宋" w:hint="eastAsia"/>
                <w:sz w:val="24"/>
                <w:szCs w:val="24"/>
              </w:rPr>
              <w:t>做好本单位专业技术人员继续教育信息查询、统计分析等工作。</w:t>
            </w:r>
          </w:p>
        </w:tc>
      </w:tr>
      <w:tr w:rsidR="0017256A" w:rsidRPr="00FA329C" w:rsidTr="000B7698">
        <w:trPr>
          <w:trHeight w:val="2620"/>
        </w:trPr>
        <w:tc>
          <w:tcPr>
            <w:tcW w:w="1843" w:type="dxa"/>
            <w:vAlign w:val="center"/>
          </w:tcPr>
          <w:p w:rsidR="0017256A" w:rsidRPr="00FA329C" w:rsidRDefault="0017256A" w:rsidP="000B7698">
            <w:pPr>
              <w:spacing w:line="600" w:lineRule="exact"/>
              <w:jc w:val="center"/>
              <w:rPr>
                <w:rFonts w:ascii="宋体"/>
                <w:sz w:val="28"/>
                <w:szCs w:val="28"/>
              </w:rPr>
            </w:pPr>
            <w:r w:rsidRPr="00FA329C">
              <w:rPr>
                <w:rFonts w:ascii="宋体" w:hAnsi="宋体" w:hint="eastAsia"/>
                <w:sz w:val="28"/>
                <w:szCs w:val="28"/>
              </w:rPr>
              <w:t>单位</w:t>
            </w:r>
          </w:p>
          <w:p w:rsidR="0017256A" w:rsidRPr="00FA329C" w:rsidRDefault="0017256A" w:rsidP="000B7698">
            <w:pPr>
              <w:spacing w:line="600" w:lineRule="exact"/>
              <w:jc w:val="center"/>
              <w:rPr>
                <w:rFonts w:ascii="宋体"/>
                <w:sz w:val="28"/>
                <w:szCs w:val="28"/>
              </w:rPr>
            </w:pPr>
            <w:r w:rsidRPr="00FA329C">
              <w:rPr>
                <w:rFonts w:ascii="宋体" w:hAnsi="宋体" w:hint="eastAsia"/>
                <w:sz w:val="28"/>
                <w:szCs w:val="28"/>
              </w:rPr>
              <w:t>意见</w:t>
            </w:r>
          </w:p>
        </w:tc>
        <w:tc>
          <w:tcPr>
            <w:tcW w:w="7371" w:type="dxa"/>
            <w:gridSpan w:val="6"/>
          </w:tcPr>
          <w:p w:rsidR="0017256A" w:rsidRPr="00FA329C" w:rsidRDefault="0017256A" w:rsidP="00FA155E">
            <w:pPr>
              <w:jc w:val="center"/>
              <w:rPr>
                <w:rFonts w:ascii="宋体"/>
                <w:sz w:val="28"/>
                <w:szCs w:val="28"/>
              </w:rPr>
            </w:pPr>
          </w:p>
          <w:p w:rsidR="0017256A" w:rsidRPr="00FA329C" w:rsidRDefault="0017256A" w:rsidP="000B7698">
            <w:pPr>
              <w:rPr>
                <w:rFonts w:ascii="宋体"/>
                <w:sz w:val="28"/>
                <w:szCs w:val="28"/>
              </w:rPr>
            </w:pPr>
          </w:p>
          <w:p w:rsidR="0017256A" w:rsidRPr="00FA329C" w:rsidRDefault="0017256A" w:rsidP="000B7698">
            <w:pPr>
              <w:rPr>
                <w:rFonts w:ascii="宋体"/>
                <w:sz w:val="28"/>
                <w:szCs w:val="28"/>
              </w:rPr>
            </w:pPr>
          </w:p>
          <w:p w:rsidR="0017256A" w:rsidRPr="00FA329C" w:rsidRDefault="0017256A" w:rsidP="000B7698">
            <w:pPr>
              <w:rPr>
                <w:rFonts w:ascii="宋体"/>
                <w:sz w:val="28"/>
                <w:szCs w:val="28"/>
              </w:rPr>
            </w:pPr>
          </w:p>
          <w:p w:rsidR="0017256A" w:rsidRPr="00FA329C" w:rsidRDefault="0017256A" w:rsidP="00FA155E">
            <w:pPr>
              <w:jc w:val="center"/>
              <w:rPr>
                <w:rFonts w:ascii="宋体"/>
                <w:sz w:val="28"/>
                <w:szCs w:val="28"/>
              </w:rPr>
            </w:pPr>
            <w:r w:rsidRPr="00FA329C">
              <w:rPr>
                <w:rFonts w:ascii="宋体" w:hAnsi="宋体"/>
                <w:sz w:val="28"/>
                <w:szCs w:val="28"/>
              </w:rPr>
              <w:t xml:space="preserve">                     </w:t>
            </w:r>
            <w:r w:rsidRPr="00FA329C">
              <w:rPr>
                <w:rFonts w:ascii="宋体" w:hAnsi="宋体" w:hint="eastAsia"/>
                <w:sz w:val="28"/>
                <w:szCs w:val="28"/>
              </w:rPr>
              <w:t>（盖</w:t>
            </w:r>
            <w:r w:rsidRPr="00FA329C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FA329C">
              <w:rPr>
                <w:rFonts w:ascii="宋体" w:hAnsi="宋体" w:hint="eastAsia"/>
                <w:sz w:val="28"/>
                <w:szCs w:val="28"/>
              </w:rPr>
              <w:t>章）</w:t>
            </w:r>
          </w:p>
          <w:p w:rsidR="0017256A" w:rsidRPr="00FA329C" w:rsidRDefault="0017256A" w:rsidP="00FA155E">
            <w:pPr>
              <w:jc w:val="center"/>
              <w:rPr>
                <w:rFonts w:ascii="宋体"/>
                <w:sz w:val="28"/>
                <w:szCs w:val="28"/>
              </w:rPr>
            </w:pPr>
            <w:r w:rsidRPr="00FA329C">
              <w:rPr>
                <w:rFonts w:ascii="宋体" w:hAnsi="宋体" w:hint="eastAsia"/>
                <w:sz w:val="28"/>
                <w:szCs w:val="28"/>
              </w:rPr>
              <w:t xml:space="preserve">　　　　　　　　　</w:t>
            </w:r>
            <w:r w:rsidRPr="00FA329C">
              <w:rPr>
                <w:rFonts w:ascii="宋体" w:hAnsi="宋体"/>
                <w:sz w:val="28"/>
                <w:szCs w:val="28"/>
              </w:rPr>
              <w:t xml:space="preserve">   </w:t>
            </w:r>
            <w:r w:rsidRPr="00FA329C">
              <w:rPr>
                <w:rFonts w:ascii="宋体" w:hAnsi="宋体" w:hint="eastAsia"/>
                <w:sz w:val="28"/>
                <w:szCs w:val="28"/>
              </w:rPr>
              <w:t>年　月　日</w:t>
            </w:r>
          </w:p>
        </w:tc>
      </w:tr>
    </w:tbl>
    <w:p w:rsidR="0017256A" w:rsidRPr="000B7698" w:rsidRDefault="0017256A" w:rsidP="0017256A">
      <w:pPr>
        <w:ind w:firstLineChars="100" w:firstLine="31680"/>
        <w:jc w:val="left"/>
        <w:rPr>
          <w:rFonts w:ascii="仿宋" w:eastAsia="仿宋" w:hAnsi="仿宋"/>
          <w:sz w:val="28"/>
          <w:szCs w:val="28"/>
        </w:rPr>
      </w:pPr>
      <w:r w:rsidRPr="000B7698">
        <w:rPr>
          <w:rFonts w:ascii="仿宋" w:eastAsia="仿宋" w:hAnsi="仿宋" w:hint="eastAsia"/>
          <w:sz w:val="28"/>
          <w:szCs w:val="28"/>
        </w:rPr>
        <w:t>说明：此表一式二份，一份单位留存，一份报送备案。</w:t>
      </w:r>
    </w:p>
    <w:sectPr w:rsidR="0017256A" w:rsidRPr="000B7698" w:rsidSect="000B7698">
      <w:pgSz w:w="11906" w:h="16838"/>
      <w:pgMar w:top="1440" w:right="1247" w:bottom="851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56A" w:rsidRDefault="0017256A" w:rsidP="00144124">
      <w:r>
        <w:separator/>
      </w:r>
    </w:p>
  </w:endnote>
  <w:endnote w:type="continuationSeparator" w:id="0">
    <w:p w:rsidR="0017256A" w:rsidRDefault="0017256A" w:rsidP="001441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仿宋_GB2312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华文中宋">
    <w:altName w:val="微软雅黑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56A" w:rsidRDefault="0017256A" w:rsidP="00144124">
      <w:r>
        <w:separator/>
      </w:r>
    </w:p>
  </w:footnote>
  <w:footnote w:type="continuationSeparator" w:id="0">
    <w:p w:rsidR="0017256A" w:rsidRDefault="0017256A" w:rsidP="001441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243BB"/>
    <w:multiLevelType w:val="hybridMultilevel"/>
    <w:tmpl w:val="4664E938"/>
    <w:lvl w:ilvl="0" w:tplc="D0B69234">
      <w:start w:val="1"/>
      <w:numFmt w:val="japaneseCounting"/>
      <w:lvlText w:val="%1、"/>
      <w:lvlJc w:val="left"/>
      <w:pPr>
        <w:ind w:left="1768" w:hanging="1128"/>
      </w:pPr>
      <w:rPr>
        <w:rFonts w:ascii="仿宋" w:eastAsia="仿宋" w:hAnsi="仿宋" w:cs="Times New Roman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1">
    <w:nsid w:val="31B0779E"/>
    <w:multiLevelType w:val="hybridMultilevel"/>
    <w:tmpl w:val="4FFE3070"/>
    <w:lvl w:ilvl="0" w:tplc="06A2CBF0">
      <w:start w:val="1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2">
    <w:nsid w:val="3A3B2E81"/>
    <w:multiLevelType w:val="hybridMultilevel"/>
    <w:tmpl w:val="09E85D80"/>
    <w:lvl w:ilvl="0" w:tplc="5394E2C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4C20351B"/>
    <w:multiLevelType w:val="hybridMultilevel"/>
    <w:tmpl w:val="A262F720"/>
    <w:lvl w:ilvl="0" w:tplc="5202A57A">
      <w:start w:val="1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4">
    <w:nsid w:val="517B2148"/>
    <w:multiLevelType w:val="hybridMultilevel"/>
    <w:tmpl w:val="DAD84D72"/>
    <w:lvl w:ilvl="0" w:tplc="80BE755C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>
    <w:nsid w:val="58697A4B"/>
    <w:multiLevelType w:val="hybridMultilevel"/>
    <w:tmpl w:val="D042EB10"/>
    <w:lvl w:ilvl="0" w:tplc="28C4364E">
      <w:start w:val="1"/>
      <w:numFmt w:val="japaneseCounting"/>
      <w:lvlText w:val="%1、"/>
      <w:lvlJc w:val="left"/>
      <w:pPr>
        <w:ind w:left="1924" w:hanging="1284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6">
    <w:nsid w:val="65856387"/>
    <w:multiLevelType w:val="hybridMultilevel"/>
    <w:tmpl w:val="1CF8C23E"/>
    <w:lvl w:ilvl="0" w:tplc="C5D4CEFC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4502"/>
    <w:rsid w:val="0000107F"/>
    <w:rsid w:val="00007060"/>
    <w:rsid w:val="00012900"/>
    <w:rsid w:val="00014028"/>
    <w:rsid w:val="0001568D"/>
    <w:rsid w:val="00015CEA"/>
    <w:rsid w:val="000164D0"/>
    <w:rsid w:val="00016E19"/>
    <w:rsid w:val="00017272"/>
    <w:rsid w:val="00021A2A"/>
    <w:rsid w:val="0002374A"/>
    <w:rsid w:val="00027809"/>
    <w:rsid w:val="0003477A"/>
    <w:rsid w:val="000353D1"/>
    <w:rsid w:val="000354B0"/>
    <w:rsid w:val="0004113C"/>
    <w:rsid w:val="000416F5"/>
    <w:rsid w:val="00041EFB"/>
    <w:rsid w:val="00042744"/>
    <w:rsid w:val="00045D58"/>
    <w:rsid w:val="0004629C"/>
    <w:rsid w:val="000520F8"/>
    <w:rsid w:val="000602C6"/>
    <w:rsid w:val="00065DF9"/>
    <w:rsid w:val="00077377"/>
    <w:rsid w:val="00083C47"/>
    <w:rsid w:val="00085053"/>
    <w:rsid w:val="00085FBA"/>
    <w:rsid w:val="00087753"/>
    <w:rsid w:val="000906E1"/>
    <w:rsid w:val="00094DBD"/>
    <w:rsid w:val="000A150A"/>
    <w:rsid w:val="000A252D"/>
    <w:rsid w:val="000A4017"/>
    <w:rsid w:val="000A4E1E"/>
    <w:rsid w:val="000A6E55"/>
    <w:rsid w:val="000A7561"/>
    <w:rsid w:val="000B149D"/>
    <w:rsid w:val="000B29D3"/>
    <w:rsid w:val="000B445E"/>
    <w:rsid w:val="000B7698"/>
    <w:rsid w:val="000C1DBA"/>
    <w:rsid w:val="000C7230"/>
    <w:rsid w:val="000C7FE9"/>
    <w:rsid w:val="000D060C"/>
    <w:rsid w:val="000D296C"/>
    <w:rsid w:val="000D3183"/>
    <w:rsid w:val="000D3715"/>
    <w:rsid w:val="000D4B5D"/>
    <w:rsid w:val="000E44A1"/>
    <w:rsid w:val="000E69EA"/>
    <w:rsid w:val="000F40F0"/>
    <w:rsid w:val="000F4905"/>
    <w:rsid w:val="00106DBD"/>
    <w:rsid w:val="00115CB7"/>
    <w:rsid w:val="001164D2"/>
    <w:rsid w:val="0011670B"/>
    <w:rsid w:val="00116C49"/>
    <w:rsid w:val="0012196C"/>
    <w:rsid w:val="00121A29"/>
    <w:rsid w:val="00123BCB"/>
    <w:rsid w:val="00136E75"/>
    <w:rsid w:val="00140E3A"/>
    <w:rsid w:val="00141EBA"/>
    <w:rsid w:val="00144124"/>
    <w:rsid w:val="00150015"/>
    <w:rsid w:val="001502ED"/>
    <w:rsid w:val="00150CBF"/>
    <w:rsid w:val="00151789"/>
    <w:rsid w:val="00152CA4"/>
    <w:rsid w:val="00155D2D"/>
    <w:rsid w:val="00156362"/>
    <w:rsid w:val="00160A79"/>
    <w:rsid w:val="00162D14"/>
    <w:rsid w:val="0016321A"/>
    <w:rsid w:val="001660EA"/>
    <w:rsid w:val="0017256A"/>
    <w:rsid w:val="001766BC"/>
    <w:rsid w:val="00184489"/>
    <w:rsid w:val="00191A1B"/>
    <w:rsid w:val="001931AB"/>
    <w:rsid w:val="001936DF"/>
    <w:rsid w:val="00194140"/>
    <w:rsid w:val="001944D6"/>
    <w:rsid w:val="00195E0E"/>
    <w:rsid w:val="001A0A5D"/>
    <w:rsid w:val="001A46E2"/>
    <w:rsid w:val="001A47A4"/>
    <w:rsid w:val="001A7B3E"/>
    <w:rsid w:val="001B3587"/>
    <w:rsid w:val="001B602E"/>
    <w:rsid w:val="001B7E2E"/>
    <w:rsid w:val="001C56EA"/>
    <w:rsid w:val="001C60EB"/>
    <w:rsid w:val="001D3D82"/>
    <w:rsid w:val="001E386A"/>
    <w:rsid w:val="001E5275"/>
    <w:rsid w:val="001E54BE"/>
    <w:rsid w:val="001E68B4"/>
    <w:rsid w:val="001F4A5E"/>
    <w:rsid w:val="001F71BF"/>
    <w:rsid w:val="00201B59"/>
    <w:rsid w:val="002053AC"/>
    <w:rsid w:val="00216FCD"/>
    <w:rsid w:val="00226A8A"/>
    <w:rsid w:val="00226E20"/>
    <w:rsid w:val="0023755B"/>
    <w:rsid w:val="00240E48"/>
    <w:rsid w:val="00242DE4"/>
    <w:rsid w:val="00246454"/>
    <w:rsid w:val="00247DB6"/>
    <w:rsid w:val="00253043"/>
    <w:rsid w:val="00255CE6"/>
    <w:rsid w:val="00257B6B"/>
    <w:rsid w:val="0026260C"/>
    <w:rsid w:val="002675E9"/>
    <w:rsid w:val="00271D86"/>
    <w:rsid w:val="00273B87"/>
    <w:rsid w:val="0028122E"/>
    <w:rsid w:val="00282F09"/>
    <w:rsid w:val="00283003"/>
    <w:rsid w:val="0028378C"/>
    <w:rsid w:val="00284C91"/>
    <w:rsid w:val="00284D38"/>
    <w:rsid w:val="0028768A"/>
    <w:rsid w:val="00287BD4"/>
    <w:rsid w:val="00290020"/>
    <w:rsid w:val="00291A7F"/>
    <w:rsid w:val="0029293A"/>
    <w:rsid w:val="00292ABF"/>
    <w:rsid w:val="0029493F"/>
    <w:rsid w:val="00294AB4"/>
    <w:rsid w:val="002A346E"/>
    <w:rsid w:val="002A5AE1"/>
    <w:rsid w:val="002B6111"/>
    <w:rsid w:val="002C1FA0"/>
    <w:rsid w:val="002C28CD"/>
    <w:rsid w:val="002D12A9"/>
    <w:rsid w:val="002D2778"/>
    <w:rsid w:val="002D38D6"/>
    <w:rsid w:val="002E4884"/>
    <w:rsid w:val="002E651D"/>
    <w:rsid w:val="002F1DF9"/>
    <w:rsid w:val="002F60B9"/>
    <w:rsid w:val="002F6D2B"/>
    <w:rsid w:val="002F7BE3"/>
    <w:rsid w:val="00301BF2"/>
    <w:rsid w:val="00310053"/>
    <w:rsid w:val="003111B4"/>
    <w:rsid w:val="00311E06"/>
    <w:rsid w:val="00313AF3"/>
    <w:rsid w:val="00313DEC"/>
    <w:rsid w:val="00314529"/>
    <w:rsid w:val="0031793A"/>
    <w:rsid w:val="00321E5E"/>
    <w:rsid w:val="00325086"/>
    <w:rsid w:val="00325248"/>
    <w:rsid w:val="00325AC5"/>
    <w:rsid w:val="003272AD"/>
    <w:rsid w:val="003316BC"/>
    <w:rsid w:val="0034281D"/>
    <w:rsid w:val="0034643F"/>
    <w:rsid w:val="00351C06"/>
    <w:rsid w:val="0035249E"/>
    <w:rsid w:val="00356044"/>
    <w:rsid w:val="003628DA"/>
    <w:rsid w:val="00362B25"/>
    <w:rsid w:val="00370D02"/>
    <w:rsid w:val="00371383"/>
    <w:rsid w:val="003718EC"/>
    <w:rsid w:val="00373851"/>
    <w:rsid w:val="003756D9"/>
    <w:rsid w:val="00380230"/>
    <w:rsid w:val="00382924"/>
    <w:rsid w:val="00382DD8"/>
    <w:rsid w:val="00383599"/>
    <w:rsid w:val="0039054B"/>
    <w:rsid w:val="0039137C"/>
    <w:rsid w:val="003928A7"/>
    <w:rsid w:val="003949E9"/>
    <w:rsid w:val="00397E53"/>
    <w:rsid w:val="003A13E4"/>
    <w:rsid w:val="003A31A6"/>
    <w:rsid w:val="003A5F66"/>
    <w:rsid w:val="003A678A"/>
    <w:rsid w:val="003B0A10"/>
    <w:rsid w:val="003B2006"/>
    <w:rsid w:val="003B35C3"/>
    <w:rsid w:val="003B482E"/>
    <w:rsid w:val="003B5E41"/>
    <w:rsid w:val="003C36E5"/>
    <w:rsid w:val="003C438E"/>
    <w:rsid w:val="003C54BD"/>
    <w:rsid w:val="003C64AF"/>
    <w:rsid w:val="003C6898"/>
    <w:rsid w:val="003D0AC6"/>
    <w:rsid w:val="003D16EC"/>
    <w:rsid w:val="003D2838"/>
    <w:rsid w:val="003D451F"/>
    <w:rsid w:val="003D740D"/>
    <w:rsid w:val="003D76ED"/>
    <w:rsid w:val="003E22ED"/>
    <w:rsid w:val="003E4EFE"/>
    <w:rsid w:val="003E6C1D"/>
    <w:rsid w:val="003F1511"/>
    <w:rsid w:val="003F5CE2"/>
    <w:rsid w:val="003F5E1C"/>
    <w:rsid w:val="004046D5"/>
    <w:rsid w:val="004052DC"/>
    <w:rsid w:val="004107AE"/>
    <w:rsid w:val="00423221"/>
    <w:rsid w:val="004272C0"/>
    <w:rsid w:val="00427E43"/>
    <w:rsid w:val="00431AE3"/>
    <w:rsid w:val="00433D91"/>
    <w:rsid w:val="00437813"/>
    <w:rsid w:val="004402E9"/>
    <w:rsid w:val="00440B6F"/>
    <w:rsid w:val="00445AA8"/>
    <w:rsid w:val="00454D73"/>
    <w:rsid w:val="00471FBA"/>
    <w:rsid w:val="00472C49"/>
    <w:rsid w:val="00474F91"/>
    <w:rsid w:val="004768C7"/>
    <w:rsid w:val="0047719A"/>
    <w:rsid w:val="004804C4"/>
    <w:rsid w:val="004819B0"/>
    <w:rsid w:val="00483932"/>
    <w:rsid w:val="00485BB1"/>
    <w:rsid w:val="00486CCB"/>
    <w:rsid w:val="00494416"/>
    <w:rsid w:val="004945A8"/>
    <w:rsid w:val="0049535F"/>
    <w:rsid w:val="00495F10"/>
    <w:rsid w:val="00496F36"/>
    <w:rsid w:val="00497685"/>
    <w:rsid w:val="004A17C2"/>
    <w:rsid w:val="004A1F4D"/>
    <w:rsid w:val="004A2959"/>
    <w:rsid w:val="004A56A7"/>
    <w:rsid w:val="004A730A"/>
    <w:rsid w:val="004A75F9"/>
    <w:rsid w:val="004B021F"/>
    <w:rsid w:val="004B6790"/>
    <w:rsid w:val="004C150D"/>
    <w:rsid w:val="004C39A2"/>
    <w:rsid w:val="004C4C36"/>
    <w:rsid w:val="004D2AE8"/>
    <w:rsid w:val="004D4FD8"/>
    <w:rsid w:val="004D5889"/>
    <w:rsid w:val="004E02BD"/>
    <w:rsid w:val="004E06D6"/>
    <w:rsid w:val="004E5105"/>
    <w:rsid w:val="004E5B50"/>
    <w:rsid w:val="004F34F7"/>
    <w:rsid w:val="004F4DC8"/>
    <w:rsid w:val="004F528D"/>
    <w:rsid w:val="004F5B07"/>
    <w:rsid w:val="004F5FFB"/>
    <w:rsid w:val="0050107D"/>
    <w:rsid w:val="00501C73"/>
    <w:rsid w:val="005056B7"/>
    <w:rsid w:val="00506A20"/>
    <w:rsid w:val="00506EB7"/>
    <w:rsid w:val="00507560"/>
    <w:rsid w:val="00514B6A"/>
    <w:rsid w:val="0051688F"/>
    <w:rsid w:val="00530442"/>
    <w:rsid w:val="00530ADE"/>
    <w:rsid w:val="00531CAC"/>
    <w:rsid w:val="00534CA8"/>
    <w:rsid w:val="00535802"/>
    <w:rsid w:val="005375AC"/>
    <w:rsid w:val="00537C42"/>
    <w:rsid w:val="00540966"/>
    <w:rsid w:val="005412D3"/>
    <w:rsid w:val="00544A07"/>
    <w:rsid w:val="0054717A"/>
    <w:rsid w:val="005518F4"/>
    <w:rsid w:val="00553732"/>
    <w:rsid w:val="00554443"/>
    <w:rsid w:val="00554A47"/>
    <w:rsid w:val="00555367"/>
    <w:rsid w:val="005638DC"/>
    <w:rsid w:val="00563A02"/>
    <w:rsid w:val="00563B13"/>
    <w:rsid w:val="00564AA2"/>
    <w:rsid w:val="00567CFB"/>
    <w:rsid w:val="00572A27"/>
    <w:rsid w:val="00573236"/>
    <w:rsid w:val="00573E7E"/>
    <w:rsid w:val="0057502F"/>
    <w:rsid w:val="00577F62"/>
    <w:rsid w:val="00577F9C"/>
    <w:rsid w:val="005857EA"/>
    <w:rsid w:val="00587746"/>
    <w:rsid w:val="005900A1"/>
    <w:rsid w:val="00591804"/>
    <w:rsid w:val="005975AC"/>
    <w:rsid w:val="005A2E15"/>
    <w:rsid w:val="005A54F1"/>
    <w:rsid w:val="005A5935"/>
    <w:rsid w:val="005A6E10"/>
    <w:rsid w:val="005B149B"/>
    <w:rsid w:val="005B32FE"/>
    <w:rsid w:val="005B53A9"/>
    <w:rsid w:val="005B5896"/>
    <w:rsid w:val="005C03F0"/>
    <w:rsid w:val="005C39E5"/>
    <w:rsid w:val="005C6D29"/>
    <w:rsid w:val="005C762B"/>
    <w:rsid w:val="005C7904"/>
    <w:rsid w:val="005E38AE"/>
    <w:rsid w:val="005E627F"/>
    <w:rsid w:val="005F20DB"/>
    <w:rsid w:val="005F2998"/>
    <w:rsid w:val="005F3CA8"/>
    <w:rsid w:val="00600AAD"/>
    <w:rsid w:val="00601099"/>
    <w:rsid w:val="00602B0B"/>
    <w:rsid w:val="00604535"/>
    <w:rsid w:val="00615F5C"/>
    <w:rsid w:val="00616FE2"/>
    <w:rsid w:val="00621067"/>
    <w:rsid w:val="006226AB"/>
    <w:rsid w:val="00622DFE"/>
    <w:rsid w:val="00627109"/>
    <w:rsid w:val="00630B09"/>
    <w:rsid w:val="00635FF7"/>
    <w:rsid w:val="00636915"/>
    <w:rsid w:val="006414EF"/>
    <w:rsid w:val="0064344E"/>
    <w:rsid w:val="0064363E"/>
    <w:rsid w:val="0064793C"/>
    <w:rsid w:val="00651F7D"/>
    <w:rsid w:val="00654D34"/>
    <w:rsid w:val="006570E2"/>
    <w:rsid w:val="00657524"/>
    <w:rsid w:val="00664A0A"/>
    <w:rsid w:val="0067274F"/>
    <w:rsid w:val="0067360C"/>
    <w:rsid w:val="006808DE"/>
    <w:rsid w:val="00682F9F"/>
    <w:rsid w:val="00685603"/>
    <w:rsid w:val="00685F90"/>
    <w:rsid w:val="006928F4"/>
    <w:rsid w:val="0069492B"/>
    <w:rsid w:val="006A1D17"/>
    <w:rsid w:val="006B3DB5"/>
    <w:rsid w:val="006B5CC3"/>
    <w:rsid w:val="006C237C"/>
    <w:rsid w:val="006C552E"/>
    <w:rsid w:val="006C5753"/>
    <w:rsid w:val="006C5C28"/>
    <w:rsid w:val="006C61A5"/>
    <w:rsid w:val="006D3511"/>
    <w:rsid w:val="006D53BD"/>
    <w:rsid w:val="006E2D2B"/>
    <w:rsid w:val="006E31D6"/>
    <w:rsid w:val="006E36B7"/>
    <w:rsid w:val="006E6143"/>
    <w:rsid w:val="006F262E"/>
    <w:rsid w:val="006F3837"/>
    <w:rsid w:val="006F6FEB"/>
    <w:rsid w:val="006F7FA6"/>
    <w:rsid w:val="00701AE3"/>
    <w:rsid w:val="007028A7"/>
    <w:rsid w:val="0070582D"/>
    <w:rsid w:val="00705886"/>
    <w:rsid w:val="007058EE"/>
    <w:rsid w:val="00706A51"/>
    <w:rsid w:val="00706AA4"/>
    <w:rsid w:val="0071281F"/>
    <w:rsid w:val="00721F59"/>
    <w:rsid w:val="0072292D"/>
    <w:rsid w:val="00723AD5"/>
    <w:rsid w:val="007250D4"/>
    <w:rsid w:val="00725FD8"/>
    <w:rsid w:val="007343F8"/>
    <w:rsid w:val="00736262"/>
    <w:rsid w:val="007370DF"/>
    <w:rsid w:val="00745CD1"/>
    <w:rsid w:val="00756B59"/>
    <w:rsid w:val="00757FF6"/>
    <w:rsid w:val="007655FC"/>
    <w:rsid w:val="00767309"/>
    <w:rsid w:val="00767A04"/>
    <w:rsid w:val="00767D05"/>
    <w:rsid w:val="007718C0"/>
    <w:rsid w:val="00772654"/>
    <w:rsid w:val="007731ED"/>
    <w:rsid w:val="00773891"/>
    <w:rsid w:val="00776D20"/>
    <w:rsid w:val="0077782D"/>
    <w:rsid w:val="00784F39"/>
    <w:rsid w:val="00785C82"/>
    <w:rsid w:val="00785CFB"/>
    <w:rsid w:val="007911A8"/>
    <w:rsid w:val="00795216"/>
    <w:rsid w:val="00796BF0"/>
    <w:rsid w:val="007971CB"/>
    <w:rsid w:val="007A0CAF"/>
    <w:rsid w:val="007A17FD"/>
    <w:rsid w:val="007B2C7B"/>
    <w:rsid w:val="007B2ED7"/>
    <w:rsid w:val="007B568B"/>
    <w:rsid w:val="007C0DC9"/>
    <w:rsid w:val="007C3225"/>
    <w:rsid w:val="007C4D47"/>
    <w:rsid w:val="007C6021"/>
    <w:rsid w:val="007C7A53"/>
    <w:rsid w:val="007C7B30"/>
    <w:rsid w:val="007D0E95"/>
    <w:rsid w:val="007D0F1D"/>
    <w:rsid w:val="007D4D69"/>
    <w:rsid w:val="007D549F"/>
    <w:rsid w:val="007D55C9"/>
    <w:rsid w:val="007D5D92"/>
    <w:rsid w:val="007D6EB5"/>
    <w:rsid w:val="007E1CA8"/>
    <w:rsid w:val="007E1F84"/>
    <w:rsid w:val="007F0C15"/>
    <w:rsid w:val="007F0C36"/>
    <w:rsid w:val="007F16FA"/>
    <w:rsid w:val="007F2A7B"/>
    <w:rsid w:val="007F4ACC"/>
    <w:rsid w:val="007F6C24"/>
    <w:rsid w:val="00800705"/>
    <w:rsid w:val="00800EA6"/>
    <w:rsid w:val="00801E11"/>
    <w:rsid w:val="00803E97"/>
    <w:rsid w:val="0081429F"/>
    <w:rsid w:val="00822180"/>
    <w:rsid w:val="008240C5"/>
    <w:rsid w:val="00826CEE"/>
    <w:rsid w:val="0083111B"/>
    <w:rsid w:val="0083227E"/>
    <w:rsid w:val="00833425"/>
    <w:rsid w:val="00835AA6"/>
    <w:rsid w:val="008430DC"/>
    <w:rsid w:val="008436AB"/>
    <w:rsid w:val="0084439E"/>
    <w:rsid w:val="00847E31"/>
    <w:rsid w:val="00852415"/>
    <w:rsid w:val="0085259E"/>
    <w:rsid w:val="008531AB"/>
    <w:rsid w:val="00853E37"/>
    <w:rsid w:val="00856583"/>
    <w:rsid w:val="00863483"/>
    <w:rsid w:val="008648A5"/>
    <w:rsid w:val="00871C66"/>
    <w:rsid w:val="0087676E"/>
    <w:rsid w:val="00881907"/>
    <w:rsid w:val="00881FBD"/>
    <w:rsid w:val="0088715C"/>
    <w:rsid w:val="00897532"/>
    <w:rsid w:val="008A02BD"/>
    <w:rsid w:val="008A513F"/>
    <w:rsid w:val="008A54F1"/>
    <w:rsid w:val="008B1135"/>
    <w:rsid w:val="008B4A7A"/>
    <w:rsid w:val="008B51DB"/>
    <w:rsid w:val="008B626A"/>
    <w:rsid w:val="008B6599"/>
    <w:rsid w:val="008B7CBF"/>
    <w:rsid w:val="008C0D24"/>
    <w:rsid w:val="008C113E"/>
    <w:rsid w:val="008C1971"/>
    <w:rsid w:val="008C2A74"/>
    <w:rsid w:val="008C3843"/>
    <w:rsid w:val="008C5DD1"/>
    <w:rsid w:val="008C63C0"/>
    <w:rsid w:val="008D5FFE"/>
    <w:rsid w:val="008D641C"/>
    <w:rsid w:val="008E2029"/>
    <w:rsid w:val="008E39AB"/>
    <w:rsid w:val="008F4732"/>
    <w:rsid w:val="008F49CC"/>
    <w:rsid w:val="008F4F8E"/>
    <w:rsid w:val="008F78BB"/>
    <w:rsid w:val="00900A1F"/>
    <w:rsid w:val="00902F15"/>
    <w:rsid w:val="00903D0F"/>
    <w:rsid w:val="009049AE"/>
    <w:rsid w:val="00905BD3"/>
    <w:rsid w:val="00906328"/>
    <w:rsid w:val="00914112"/>
    <w:rsid w:val="009148A1"/>
    <w:rsid w:val="009166C7"/>
    <w:rsid w:val="00925779"/>
    <w:rsid w:val="009262E8"/>
    <w:rsid w:val="00927EF7"/>
    <w:rsid w:val="009315F1"/>
    <w:rsid w:val="00934793"/>
    <w:rsid w:val="00935053"/>
    <w:rsid w:val="00935634"/>
    <w:rsid w:val="0093652F"/>
    <w:rsid w:val="0095189B"/>
    <w:rsid w:val="00951EBB"/>
    <w:rsid w:val="009548B8"/>
    <w:rsid w:val="00955EA6"/>
    <w:rsid w:val="009561F5"/>
    <w:rsid w:val="009645E9"/>
    <w:rsid w:val="0096536D"/>
    <w:rsid w:val="00966809"/>
    <w:rsid w:val="00966CD9"/>
    <w:rsid w:val="009672A4"/>
    <w:rsid w:val="00970867"/>
    <w:rsid w:val="00970DFC"/>
    <w:rsid w:val="00973DF6"/>
    <w:rsid w:val="009835B8"/>
    <w:rsid w:val="0098523E"/>
    <w:rsid w:val="009877EB"/>
    <w:rsid w:val="00991334"/>
    <w:rsid w:val="00996918"/>
    <w:rsid w:val="00996A52"/>
    <w:rsid w:val="009A0D36"/>
    <w:rsid w:val="009A1E94"/>
    <w:rsid w:val="009A559A"/>
    <w:rsid w:val="009A7BBA"/>
    <w:rsid w:val="009A7D70"/>
    <w:rsid w:val="009B118C"/>
    <w:rsid w:val="009B508E"/>
    <w:rsid w:val="009B55AF"/>
    <w:rsid w:val="009B5672"/>
    <w:rsid w:val="009B656B"/>
    <w:rsid w:val="009B6EB5"/>
    <w:rsid w:val="009C2C11"/>
    <w:rsid w:val="009C3D0C"/>
    <w:rsid w:val="009C5BCF"/>
    <w:rsid w:val="009D06F7"/>
    <w:rsid w:val="009D2AED"/>
    <w:rsid w:val="009D6D12"/>
    <w:rsid w:val="009D7577"/>
    <w:rsid w:val="009E5B3E"/>
    <w:rsid w:val="009E644A"/>
    <w:rsid w:val="009E7BE4"/>
    <w:rsid w:val="009F07D3"/>
    <w:rsid w:val="009F2A33"/>
    <w:rsid w:val="009F4F6B"/>
    <w:rsid w:val="009F5A0D"/>
    <w:rsid w:val="009F7096"/>
    <w:rsid w:val="00A00C42"/>
    <w:rsid w:val="00A039B9"/>
    <w:rsid w:val="00A03CD5"/>
    <w:rsid w:val="00A04B37"/>
    <w:rsid w:val="00A06D3F"/>
    <w:rsid w:val="00A10E11"/>
    <w:rsid w:val="00A11FCB"/>
    <w:rsid w:val="00A148EE"/>
    <w:rsid w:val="00A14BBA"/>
    <w:rsid w:val="00A15C32"/>
    <w:rsid w:val="00A16283"/>
    <w:rsid w:val="00A16934"/>
    <w:rsid w:val="00A24663"/>
    <w:rsid w:val="00A30372"/>
    <w:rsid w:val="00A30C46"/>
    <w:rsid w:val="00A4059A"/>
    <w:rsid w:val="00A45EE1"/>
    <w:rsid w:val="00A4615D"/>
    <w:rsid w:val="00A50776"/>
    <w:rsid w:val="00A510FE"/>
    <w:rsid w:val="00A5336C"/>
    <w:rsid w:val="00A53E74"/>
    <w:rsid w:val="00A5566E"/>
    <w:rsid w:val="00A60D0F"/>
    <w:rsid w:val="00A61DAB"/>
    <w:rsid w:val="00A65AD1"/>
    <w:rsid w:val="00A6605C"/>
    <w:rsid w:val="00A71215"/>
    <w:rsid w:val="00A72651"/>
    <w:rsid w:val="00A746EF"/>
    <w:rsid w:val="00A76BA5"/>
    <w:rsid w:val="00A777AA"/>
    <w:rsid w:val="00A809B0"/>
    <w:rsid w:val="00A80A7B"/>
    <w:rsid w:val="00A82F4A"/>
    <w:rsid w:val="00A857B9"/>
    <w:rsid w:val="00A9105E"/>
    <w:rsid w:val="00A94749"/>
    <w:rsid w:val="00A958AD"/>
    <w:rsid w:val="00AA27DE"/>
    <w:rsid w:val="00AA3174"/>
    <w:rsid w:val="00AB087D"/>
    <w:rsid w:val="00AB173B"/>
    <w:rsid w:val="00AB4223"/>
    <w:rsid w:val="00AB5481"/>
    <w:rsid w:val="00AB5655"/>
    <w:rsid w:val="00AC2CB5"/>
    <w:rsid w:val="00AC3FDE"/>
    <w:rsid w:val="00AC55A4"/>
    <w:rsid w:val="00AC5DB1"/>
    <w:rsid w:val="00AD5AAE"/>
    <w:rsid w:val="00AE2247"/>
    <w:rsid w:val="00AE28C3"/>
    <w:rsid w:val="00AF0AE2"/>
    <w:rsid w:val="00AF1188"/>
    <w:rsid w:val="00AF118A"/>
    <w:rsid w:val="00B011CD"/>
    <w:rsid w:val="00B03057"/>
    <w:rsid w:val="00B06CE0"/>
    <w:rsid w:val="00B072D9"/>
    <w:rsid w:val="00B07F52"/>
    <w:rsid w:val="00B16589"/>
    <w:rsid w:val="00B17266"/>
    <w:rsid w:val="00B17DA5"/>
    <w:rsid w:val="00B20B0F"/>
    <w:rsid w:val="00B20F2C"/>
    <w:rsid w:val="00B353C1"/>
    <w:rsid w:val="00B35826"/>
    <w:rsid w:val="00B401D6"/>
    <w:rsid w:val="00B42BF9"/>
    <w:rsid w:val="00B439F3"/>
    <w:rsid w:val="00B47241"/>
    <w:rsid w:val="00B50C6E"/>
    <w:rsid w:val="00B5103D"/>
    <w:rsid w:val="00B51BEE"/>
    <w:rsid w:val="00B53465"/>
    <w:rsid w:val="00B534A6"/>
    <w:rsid w:val="00B551BC"/>
    <w:rsid w:val="00B63FB7"/>
    <w:rsid w:val="00B72B32"/>
    <w:rsid w:val="00B73244"/>
    <w:rsid w:val="00B7518D"/>
    <w:rsid w:val="00B77BD2"/>
    <w:rsid w:val="00B801F0"/>
    <w:rsid w:val="00B811AD"/>
    <w:rsid w:val="00B877D8"/>
    <w:rsid w:val="00B94508"/>
    <w:rsid w:val="00B95B04"/>
    <w:rsid w:val="00BA0D88"/>
    <w:rsid w:val="00BA1E33"/>
    <w:rsid w:val="00BB1A5D"/>
    <w:rsid w:val="00BB5C42"/>
    <w:rsid w:val="00BC27C3"/>
    <w:rsid w:val="00BC2B51"/>
    <w:rsid w:val="00BC3324"/>
    <w:rsid w:val="00BC4758"/>
    <w:rsid w:val="00BC79BC"/>
    <w:rsid w:val="00BD03C3"/>
    <w:rsid w:val="00BD4DD7"/>
    <w:rsid w:val="00BD5A04"/>
    <w:rsid w:val="00BF08B7"/>
    <w:rsid w:val="00BF129F"/>
    <w:rsid w:val="00BF15D4"/>
    <w:rsid w:val="00BF1C77"/>
    <w:rsid w:val="00BF31EB"/>
    <w:rsid w:val="00BF66E3"/>
    <w:rsid w:val="00C001FA"/>
    <w:rsid w:val="00C0270E"/>
    <w:rsid w:val="00C04149"/>
    <w:rsid w:val="00C0480C"/>
    <w:rsid w:val="00C10486"/>
    <w:rsid w:val="00C116FF"/>
    <w:rsid w:val="00C13831"/>
    <w:rsid w:val="00C13E93"/>
    <w:rsid w:val="00C15DE6"/>
    <w:rsid w:val="00C234A2"/>
    <w:rsid w:val="00C2382C"/>
    <w:rsid w:val="00C24553"/>
    <w:rsid w:val="00C25DF7"/>
    <w:rsid w:val="00C301C7"/>
    <w:rsid w:val="00C33973"/>
    <w:rsid w:val="00C33D50"/>
    <w:rsid w:val="00C35555"/>
    <w:rsid w:val="00C35BBE"/>
    <w:rsid w:val="00C37A10"/>
    <w:rsid w:val="00C43BD7"/>
    <w:rsid w:val="00C44E6B"/>
    <w:rsid w:val="00C44F11"/>
    <w:rsid w:val="00C52778"/>
    <w:rsid w:val="00C529FB"/>
    <w:rsid w:val="00C52D11"/>
    <w:rsid w:val="00C52D75"/>
    <w:rsid w:val="00C55808"/>
    <w:rsid w:val="00C56E5C"/>
    <w:rsid w:val="00C576A1"/>
    <w:rsid w:val="00C608E9"/>
    <w:rsid w:val="00C65C56"/>
    <w:rsid w:val="00C70CAA"/>
    <w:rsid w:val="00C7183C"/>
    <w:rsid w:val="00C71B3E"/>
    <w:rsid w:val="00C739BC"/>
    <w:rsid w:val="00C752AF"/>
    <w:rsid w:val="00C775EC"/>
    <w:rsid w:val="00C81DB5"/>
    <w:rsid w:val="00C84A68"/>
    <w:rsid w:val="00C916AC"/>
    <w:rsid w:val="00C978D2"/>
    <w:rsid w:val="00CA0C95"/>
    <w:rsid w:val="00CA1F8A"/>
    <w:rsid w:val="00CA211C"/>
    <w:rsid w:val="00CA230F"/>
    <w:rsid w:val="00CA2545"/>
    <w:rsid w:val="00CA2BF9"/>
    <w:rsid w:val="00CA3151"/>
    <w:rsid w:val="00CA4857"/>
    <w:rsid w:val="00CA5F14"/>
    <w:rsid w:val="00CA7FAC"/>
    <w:rsid w:val="00CB52C8"/>
    <w:rsid w:val="00CB7CC7"/>
    <w:rsid w:val="00CC2834"/>
    <w:rsid w:val="00CC6B37"/>
    <w:rsid w:val="00CD2D7B"/>
    <w:rsid w:val="00CD54F9"/>
    <w:rsid w:val="00CE557B"/>
    <w:rsid w:val="00CF018E"/>
    <w:rsid w:val="00CF0C1C"/>
    <w:rsid w:val="00CF79F6"/>
    <w:rsid w:val="00CF7DBF"/>
    <w:rsid w:val="00D00F22"/>
    <w:rsid w:val="00D02C18"/>
    <w:rsid w:val="00D039D5"/>
    <w:rsid w:val="00D05F88"/>
    <w:rsid w:val="00D075F2"/>
    <w:rsid w:val="00D12658"/>
    <w:rsid w:val="00D14E1A"/>
    <w:rsid w:val="00D17A54"/>
    <w:rsid w:val="00D212E0"/>
    <w:rsid w:val="00D24F4D"/>
    <w:rsid w:val="00D350C4"/>
    <w:rsid w:val="00D353BC"/>
    <w:rsid w:val="00D36E23"/>
    <w:rsid w:val="00D405E3"/>
    <w:rsid w:val="00D43A41"/>
    <w:rsid w:val="00D47782"/>
    <w:rsid w:val="00D506B8"/>
    <w:rsid w:val="00D5486C"/>
    <w:rsid w:val="00D57E2E"/>
    <w:rsid w:val="00D6540F"/>
    <w:rsid w:val="00D7029A"/>
    <w:rsid w:val="00D7394C"/>
    <w:rsid w:val="00D7534E"/>
    <w:rsid w:val="00D762CC"/>
    <w:rsid w:val="00D76E95"/>
    <w:rsid w:val="00D7709C"/>
    <w:rsid w:val="00D85229"/>
    <w:rsid w:val="00D90938"/>
    <w:rsid w:val="00D91DA4"/>
    <w:rsid w:val="00D929F9"/>
    <w:rsid w:val="00D92D23"/>
    <w:rsid w:val="00DA23C7"/>
    <w:rsid w:val="00DA620C"/>
    <w:rsid w:val="00DB7863"/>
    <w:rsid w:val="00DC181B"/>
    <w:rsid w:val="00DC313D"/>
    <w:rsid w:val="00DC37CE"/>
    <w:rsid w:val="00DC533E"/>
    <w:rsid w:val="00DD0D7A"/>
    <w:rsid w:val="00DD1717"/>
    <w:rsid w:val="00DD1FC8"/>
    <w:rsid w:val="00DD4BF5"/>
    <w:rsid w:val="00DE1796"/>
    <w:rsid w:val="00DE3FC4"/>
    <w:rsid w:val="00DE4BDD"/>
    <w:rsid w:val="00DE6396"/>
    <w:rsid w:val="00DF14E7"/>
    <w:rsid w:val="00DF1EAF"/>
    <w:rsid w:val="00DF373C"/>
    <w:rsid w:val="00DF45E9"/>
    <w:rsid w:val="00DF5F9A"/>
    <w:rsid w:val="00E037B5"/>
    <w:rsid w:val="00E1364F"/>
    <w:rsid w:val="00E13EC7"/>
    <w:rsid w:val="00E21F18"/>
    <w:rsid w:val="00E22C9B"/>
    <w:rsid w:val="00E2762D"/>
    <w:rsid w:val="00E27980"/>
    <w:rsid w:val="00E324BE"/>
    <w:rsid w:val="00E369B5"/>
    <w:rsid w:val="00E43F9F"/>
    <w:rsid w:val="00E47A33"/>
    <w:rsid w:val="00E52203"/>
    <w:rsid w:val="00E52AFE"/>
    <w:rsid w:val="00E543F2"/>
    <w:rsid w:val="00E545F9"/>
    <w:rsid w:val="00E5506F"/>
    <w:rsid w:val="00E5560B"/>
    <w:rsid w:val="00E56B59"/>
    <w:rsid w:val="00E57A37"/>
    <w:rsid w:val="00E610ED"/>
    <w:rsid w:val="00E634F9"/>
    <w:rsid w:val="00E708E2"/>
    <w:rsid w:val="00E74F98"/>
    <w:rsid w:val="00E8052F"/>
    <w:rsid w:val="00E8522D"/>
    <w:rsid w:val="00E92416"/>
    <w:rsid w:val="00E93DAE"/>
    <w:rsid w:val="00E97783"/>
    <w:rsid w:val="00EA5901"/>
    <w:rsid w:val="00EA6C11"/>
    <w:rsid w:val="00EB3290"/>
    <w:rsid w:val="00EB4EDC"/>
    <w:rsid w:val="00EB57AC"/>
    <w:rsid w:val="00EB7819"/>
    <w:rsid w:val="00EC00AB"/>
    <w:rsid w:val="00EC0D27"/>
    <w:rsid w:val="00EE0205"/>
    <w:rsid w:val="00EE1748"/>
    <w:rsid w:val="00EE2202"/>
    <w:rsid w:val="00EE2F3A"/>
    <w:rsid w:val="00EE52EF"/>
    <w:rsid w:val="00EF18DC"/>
    <w:rsid w:val="00EF3DC9"/>
    <w:rsid w:val="00EF6AD4"/>
    <w:rsid w:val="00F11546"/>
    <w:rsid w:val="00F129AB"/>
    <w:rsid w:val="00F1313F"/>
    <w:rsid w:val="00F14502"/>
    <w:rsid w:val="00F26471"/>
    <w:rsid w:val="00F3198C"/>
    <w:rsid w:val="00F31D9E"/>
    <w:rsid w:val="00F36176"/>
    <w:rsid w:val="00F42655"/>
    <w:rsid w:val="00F45C5D"/>
    <w:rsid w:val="00F51751"/>
    <w:rsid w:val="00F520B8"/>
    <w:rsid w:val="00F52569"/>
    <w:rsid w:val="00F55C7C"/>
    <w:rsid w:val="00F6213B"/>
    <w:rsid w:val="00F6569F"/>
    <w:rsid w:val="00F717E8"/>
    <w:rsid w:val="00F74A05"/>
    <w:rsid w:val="00F74B09"/>
    <w:rsid w:val="00F7514B"/>
    <w:rsid w:val="00F779A6"/>
    <w:rsid w:val="00F77BB7"/>
    <w:rsid w:val="00F86248"/>
    <w:rsid w:val="00F9426A"/>
    <w:rsid w:val="00F96579"/>
    <w:rsid w:val="00FA01F6"/>
    <w:rsid w:val="00FA155E"/>
    <w:rsid w:val="00FA329C"/>
    <w:rsid w:val="00FA5321"/>
    <w:rsid w:val="00FA5631"/>
    <w:rsid w:val="00FA6012"/>
    <w:rsid w:val="00FB1D6A"/>
    <w:rsid w:val="00FB3091"/>
    <w:rsid w:val="00FB416A"/>
    <w:rsid w:val="00FB466D"/>
    <w:rsid w:val="00FB6A06"/>
    <w:rsid w:val="00FC02DD"/>
    <w:rsid w:val="00FC1320"/>
    <w:rsid w:val="00FC30F3"/>
    <w:rsid w:val="00FC36CC"/>
    <w:rsid w:val="00FC54BD"/>
    <w:rsid w:val="00FC5E38"/>
    <w:rsid w:val="00FC61F8"/>
    <w:rsid w:val="00FC74E3"/>
    <w:rsid w:val="00FD2A58"/>
    <w:rsid w:val="00FD4386"/>
    <w:rsid w:val="00FD4E38"/>
    <w:rsid w:val="00FD5E52"/>
    <w:rsid w:val="00FD6BC5"/>
    <w:rsid w:val="00FD6DC0"/>
    <w:rsid w:val="00FD7985"/>
    <w:rsid w:val="00FE4A74"/>
    <w:rsid w:val="00FE7733"/>
    <w:rsid w:val="00FF4CB9"/>
    <w:rsid w:val="00FF4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D69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rsid w:val="003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10053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Header">
    <w:name w:val="header"/>
    <w:basedOn w:val="Normal"/>
    <w:link w:val="HeaderChar"/>
    <w:uiPriority w:val="99"/>
    <w:rsid w:val="001441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44124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1441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44124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160A79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rsid w:val="00F31D9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31D9E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rsid w:val="00C0414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Hyperlink">
    <w:name w:val="Hyperlink"/>
    <w:basedOn w:val="DefaultParagraphFont"/>
    <w:uiPriority w:val="99"/>
    <w:rsid w:val="00A746EF"/>
    <w:rPr>
      <w:rFonts w:cs="Times New Roman"/>
      <w:color w:val="0563C1"/>
      <w:u w:val="single"/>
    </w:rPr>
  </w:style>
  <w:style w:type="table" w:styleId="TableGrid">
    <w:name w:val="Table Grid"/>
    <w:basedOn w:val="TableNormal"/>
    <w:uiPriority w:val="99"/>
    <w:rsid w:val="005F3CA8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52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52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1</Pages>
  <Words>44</Words>
  <Characters>253</Characters>
  <Application>Microsoft Office Outlook</Application>
  <DocSecurity>0</DocSecurity>
  <Lines>0</Lines>
  <Paragraphs>0</Paragraphs>
  <ScaleCrop>false</ScaleCrop>
  <Company>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14</cp:revision>
  <cp:lastPrinted>2017-08-16T09:25:00Z</cp:lastPrinted>
  <dcterms:created xsi:type="dcterms:W3CDTF">2017-08-16T06:29:00Z</dcterms:created>
  <dcterms:modified xsi:type="dcterms:W3CDTF">2018-06-05T08:20:00Z</dcterms:modified>
</cp:coreProperties>
</file>